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4AE" w:rsidRPr="004A04AE" w:rsidRDefault="001C321A" w:rsidP="001C32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A04AE">
        <w:rPr>
          <w:rFonts w:ascii="Arial" w:hAnsi="Arial" w:cs="Arial"/>
          <w:b/>
          <w:bCs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563526</wp:posOffset>
                </wp:positionH>
                <wp:positionV relativeFrom="paragraph">
                  <wp:posOffset>-437323</wp:posOffset>
                </wp:positionV>
                <wp:extent cx="4306186" cy="37214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6186" cy="372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321A" w:rsidRPr="001C321A" w:rsidRDefault="001C321A" w:rsidP="000B72D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C321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  <w:t>A</w:t>
                            </w:r>
                            <w:r w:rsidR="000B72D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  <w:t>nimal Welfare Protocol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4.35pt;margin-top:-34.45pt;width:339.05pt;height:29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" filled="f" stroked="f" strokeweight=".5pt">
                <v:textbox>
                  <w:txbxContent>
                    <w:p w:rsidR="001C321A" w:rsidRPr="001C321A" w:rsidRDefault="001C321A" w:rsidP="000B72D1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4"/>
                          <w:szCs w:val="44"/>
                        </w:rPr>
                      </w:pPr>
                      <w:r w:rsidRPr="001C321A">
                        <w:rPr>
                          <w:rFonts w:ascii="Arial" w:hAnsi="Arial" w:cs="Arial"/>
                          <w:b/>
                          <w:color w:val="FFFFFF" w:themeColor="background1"/>
                          <w:sz w:val="44"/>
                          <w:szCs w:val="44"/>
                        </w:rPr>
                        <w:t>A</w:t>
                      </w:r>
                      <w:r w:rsidR="000B72D1">
                        <w:rPr>
                          <w:rFonts w:ascii="Arial" w:hAnsi="Arial" w:cs="Arial"/>
                          <w:b/>
                          <w:color w:val="FFFFFF" w:themeColor="background1"/>
                          <w:sz w:val="44"/>
                          <w:szCs w:val="44"/>
                        </w:rPr>
                        <w:t>nimal Welfare Protocol</w:t>
                      </w:r>
                    </w:p>
                  </w:txbxContent>
                </v:textbox>
              </v:shape>
            </w:pict>
          </mc:Fallback>
        </mc:AlternateContent>
      </w:r>
    </w:p>
    <w:p w:rsidR="001C321A" w:rsidRPr="00D01F13" w:rsidRDefault="001C321A" w:rsidP="004A04AE">
      <w:p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</w:rPr>
      </w:pPr>
      <w:bookmarkStart w:id="0" w:name="_GoBack"/>
      <w:bookmarkEnd w:id="0"/>
      <w:r w:rsidRPr="00D01F13">
        <w:rPr>
          <w:rFonts w:ascii="Arial" w:hAnsi="Arial" w:cs="Arial"/>
        </w:rPr>
        <w:t>The principal objective of YIMAG is to reduce the impact of Indian mynas on our native birds and animals.</w:t>
      </w:r>
    </w:p>
    <w:p w:rsidR="001C321A" w:rsidRPr="00D01F13" w:rsidRDefault="001C321A" w:rsidP="004A04AE">
      <w:p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</w:rPr>
      </w:pPr>
    </w:p>
    <w:p w:rsidR="001C321A" w:rsidRPr="00D01F13" w:rsidRDefault="001C321A" w:rsidP="004A04AE">
      <w:p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</w:rPr>
      </w:pPr>
      <w:r w:rsidRPr="00D01F13">
        <w:rPr>
          <w:rFonts w:ascii="Arial" w:hAnsi="Arial" w:cs="Arial"/>
        </w:rPr>
        <w:t>The YIMAG seeks to achieve this objective by:</w:t>
      </w:r>
    </w:p>
    <w:p w:rsidR="001C321A" w:rsidRPr="00D01F13" w:rsidRDefault="001C321A" w:rsidP="004A04A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</w:rPr>
      </w:pPr>
      <w:r w:rsidRPr="00D01F13">
        <w:rPr>
          <w:rFonts w:ascii="Arial" w:hAnsi="Arial" w:cs="Arial"/>
        </w:rPr>
        <w:t xml:space="preserve">Increasing public awareness that Indian mynas are a serious environmental and health threat, not just a public nuisance. </w:t>
      </w:r>
    </w:p>
    <w:p w:rsidR="001C321A" w:rsidRPr="00D01F13" w:rsidRDefault="001C321A" w:rsidP="004A04A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</w:rPr>
      </w:pPr>
      <w:r w:rsidRPr="00D01F13">
        <w:rPr>
          <w:rFonts w:ascii="Arial" w:hAnsi="Arial" w:cs="Arial"/>
        </w:rPr>
        <w:t xml:space="preserve">Implementing a humane reduction program. </w:t>
      </w:r>
    </w:p>
    <w:p w:rsidR="001C321A" w:rsidRPr="00D01F13" w:rsidRDefault="001C321A" w:rsidP="004A04A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</w:rPr>
      </w:pPr>
      <w:r w:rsidRPr="00D01F13">
        <w:rPr>
          <w:rFonts w:ascii="Arial" w:hAnsi="Arial" w:cs="Arial"/>
        </w:rPr>
        <w:t>Coordinating the manufacture and supply of traps.</w:t>
      </w:r>
    </w:p>
    <w:p w:rsidR="001C321A" w:rsidRPr="00D01F13" w:rsidRDefault="001C321A" w:rsidP="004A04AE">
      <w:p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</w:rPr>
      </w:pPr>
    </w:p>
    <w:p w:rsidR="000B72D1" w:rsidRPr="00D01F13" w:rsidRDefault="000B72D1" w:rsidP="004A04AE">
      <w:p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</w:rPr>
      </w:pPr>
      <w:r w:rsidRPr="00D01F13">
        <w:rPr>
          <w:rFonts w:ascii="Arial" w:hAnsi="Arial" w:cs="Arial"/>
        </w:rPr>
        <w:t>Members of YIMAG who participate in the trapping program are required to adopt the following</w:t>
      </w:r>
      <w:r w:rsidRPr="00D01F13">
        <w:rPr>
          <w:rFonts w:ascii="Arial" w:hAnsi="Arial" w:cs="Arial"/>
        </w:rPr>
        <w:t xml:space="preserve"> </w:t>
      </w:r>
      <w:r w:rsidRPr="00D01F13">
        <w:rPr>
          <w:rFonts w:ascii="Arial" w:hAnsi="Arial" w:cs="Arial"/>
        </w:rPr>
        <w:t>animal welfare protocol.</w:t>
      </w:r>
    </w:p>
    <w:p w:rsidR="000B72D1" w:rsidRPr="00D01F13" w:rsidRDefault="000B72D1" w:rsidP="004A04AE">
      <w:p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  <w:b/>
          <w:bCs/>
        </w:rPr>
      </w:pPr>
    </w:p>
    <w:p w:rsidR="000B72D1" w:rsidRPr="00D01F13" w:rsidRDefault="000B72D1" w:rsidP="004A04AE">
      <w:pPr>
        <w:autoSpaceDE w:val="0"/>
        <w:autoSpaceDN w:val="0"/>
        <w:adjustRightInd w:val="0"/>
        <w:spacing w:after="0" w:line="276" w:lineRule="auto"/>
        <w:ind w:right="-46"/>
        <w:rPr>
          <w:rFonts w:ascii="Arial" w:hAnsi="Arial" w:cs="Arial"/>
          <w:b/>
          <w:bCs/>
        </w:rPr>
      </w:pPr>
      <w:r w:rsidRPr="00D01F13">
        <w:rPr>
          <w:rFonts w:ascii="Arial" w:hAnsi="Arial" w:cs="Arial"/>
          <w:b/>
          <w:bCs/>
        </w:rPr>
        <w:t>Management of traps</w:t>
      </w:r>
    </w:p>
    <w:p w:rsidR="000B72D1" w:rsidRPr="00D01F13" w:rsidRDefault="000B72D1" w:rsidP="004A04A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right="-46" w:hanging="273"/>
        <w:rPr>
          <w:rFonts w:ascii="Arial" w:hAnsi="Arial" w:cs="Arial"/>
        </w:rPr>
      </w:pPr>
      <w:r w:rsidRPr="00D01F13">
        <w:rPr>
          <w:rFonts w:ascii="Arial" w:hAnsi="Arial" w:cs="Arial"/>
        </w:rPr>
        <w:t xml:space="preserve">Traps used are designed specifically for Indian </w:t>
      </w:r>
      <w:proofErr w:type="spellStart"/>
      <w:r w:rsidRPr="00D01F13">
        <w:rPr>
          <w:rFonts w:ascii="Arial" w:hAnsi="Arial" w:cs="Arial"/>
        </w:rPr>
        <w:t>Mynas</w:t>
      </w:r>
      <w:proofErr w:type="spellEnd"/>
      <w:r w:rsidRPr="00D01F13">
        <w:rPr>
          <w:rFonts w:ascii="Arial" w:hAnsi="Arial" w:cs="Arial"/>
        </w:rPr>
        <w:t xml:space="preserve"> and have a release opening to allow</w:t>
      </w:r>
      <w:r w:rsidRPr="00D01F13">
        <w:rPr>
          <w:rFonts w:ascii="Arial" w:hAnsi="Arial" w:cs="Arial"/>
        </w:rPr>
        <w:t xml:space="preserve"> </w:t>
      </w:r>
      <w:r w:rsidRPr="00D01F13">
        <w:rPr>
          <w:rFonts w:ascii="Arial" w:hAnsi="Arial" w:cs="Arial"/>
        </w:rPr>
        <w:t>any native birds to escape.</w:t>
      </w:r>
    </w:p>
    <w:p w:rsidR="000B72D1" w:rsidRPr="00D01F13" w:rsidRDefault="000B72D1" w:rsidP="004A04A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right="-46" w:hanging="273"/>
        <w:rPr>
          <w:rFonts w:ascii="Arial" w:hAnsi="Arial" w:cs="Arial"/>
        </w:rPr>
      </w:pPr>
      <w:r w:rsidRPr="00D01F13">
        <w:rPr>
          <w:rFonts w:ascii="Arial" w:hAnsi="Arial" w:cs="Arial"/>
        </w:rPr>
        <w:t>Th</w:t>
      </w:r>
      <w:r w:rsidR="004A04AE" w:rsidRPr="00D01F13">
        <w:rPr>
          <w:rFonts w:ascii="Arial" w:hAnsi="Arial" w:cs="Arial"/>
        </w:rPr>
        <w:t xml:space="preserve">e traps are to contain adequate food. </w:t>
      </w:r>
      <w:proofErr w:type="gramStart"/>
      <w:r w:rsidRPr="00D01F13">
        <w:rPr>
          <w:rFonts w:ascii="Arial" w:hAnsi="Arial" w:cs="Arial"/>
        </w:rPr>
        <w:t>clean</w:t>
      </w:r>
      <w:proofErr w:type="gramEnd"/>
      <w:r w:rsidRPr="00D01F13">
        <w:rPr>
          <w:rFonts w:ascii="Arial" w:hAnsi="Arial" w:cs="Arial"/>
        </w:rPr>
        <w:t xml:space="preserve"> water</w:t>
      </w:r>
      <w:r w:rsidR="004A04AE" w:rsidRPr="00D01F13">
        <w:rPr>
          <w:rFonts w:ascii="Arial" w:hAnsi="Arial" w:cs="Arial"/>
        </w:rPr>
        <w:t>, shelter and shade</w:t>
      </w:r>
      <w:r w:rsidRPr="00D01F13">
        <w:rPr>
          <w:rFonts w:ascii="Arial" w:hAnsi="Arial" w:cs="Arial"/>
        </w:rPr>
        <w:t xml:space="preserve"> for any trapped birds.</w:t>
      </w:r>
    </w:p>
    <w:p w:rsidR="000B72D1" w:rsidRPr="00D01F13" w:rsidRDefault="000B72D1" w:rsidP="004A04A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right="-46" w:hanging="273"/>
        <w:rPr>
          <w:rFonts w:ascii="Arial" w:hAnsi="Arial" w:cs="Arial"/>
        </w:rPr>
      </w:pPr>
      <w:r w:rsidRPr="00D01F13">
        <w:rPr>
          <w:rFonts w:ascii="Arial" w:hAnsi="Arial" w:cs="Arial"/>
        </w:rPr>
        <w:t>The birds are not to be exposed to undue stress while trapped — avoid manhandling or</w:t>
      </w:r>
      <w:r w:rsidRPr="00D01F13">
        <w:rPr>
          <w:rFonts w:ascii="Arial" w:hAnsi="Arial" w:cs="Arial"/>
        </w:rPr>
        <w:t xml:space="preserve"> </w:t>
      </w:r>
      <w:r w:rsidRPr="00D01F13">
        <w:rPr>
          <w:rFonts w:ascii="Arial" w:hAnsi="Arial" w:cs="Arial"/>
        </w:rPr>
        <w:t>approaching the traps too frequently.</w:t>
      </w:r>
    </w:p>
    <w:p w:rsidR="000B72D1" w:rsidRPr="00D01F13" w:rsidRDefault="000B72D1" w:rsidP="004A04A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right="-46" w:hanging="273"/>
        <w:rPr>
          <w:rFonts w:ascii="Arial" w:hAnsi="Arial" w:cs="Arial"/>
        </w:rPr>
      </w:pPr>
      <w:r w:rsidRPr="00D01F13">
        <w:rPr>
          <w:rFonts w:ascii="Arial" w:hAnsi="Arial" w:cs="Arial"/>
        </w:rPr>
        <w:t>Traps are to be checked daily.</w:t>
      </w:r>
    </w:p>
    <w:p w:rsidR="000B72D1" w:rsidRPr="00D01F13" w:rsidRDefault="000B72D1" w:rsidP="004A04A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right="-46" w:hanging="273"/>
        <w:rPr>
          <w:rFonts w:ascii="Arial" w:hAnsi="Arial" w:cs="Arial"/>
        </w:rPr>
      </w:pPr>
      <w:r w:rsidRPr="00D01F13">
        <w:rPr>
          <w:rFonts w:ascii="Arial" w:hAnsi="Arial" w:cs="Arial"/>
        </w:rPr>
        <w:t xml:space="preserve">Trapped Indian </w:t>
      </w:r>
      <w:proofErr w:type="spellStart"/>
      <w:r w:rsidRPr="00D01F13">
        <w:rPr>
          <w:rFonts w:ascii="Arial" w:hAnsi="Arial" w:cs="Arial"/>
        </w:rPr>
        <w:t>Mynas</w:t>
      </w:r>
      <w:proofErr w:type="spellEnd"/>
      <w:r w:rsidRPr="00D01F13">
        <w:rPr>
          <w:rFonts w:ascii="Arial" w:hAnsi="Arial" w:cs="Arial"/>
        </w:rPr>
        <w:t xml:space="preserve"> (or other pest birds) </w:t>
      </w:r>
      <w:r w:rsidRPr="00D01F13">
        <w:rPr>
          <w:rFonts w:ascii="Arial" w:hAnsi="Arial" w:cs="Arial"/>
        </w:rPr>
        <w:t>must be destroyed within 24 hours of capture</w:t>
      </w:r>
    </w:p>
    <w:p w:rsidR="000B72D1" w:rsidRPr="00D01F13" w:rsidRDefault="000B72D1" w:rsidP="004A04A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right="-46" w:hanging="273"/>
        <w:rPr>
          <w:rFonts w:ascii="Arial" w:hAnsi="Arial" w:cs="Arial"/>
        </w:rPr>
      </w:pPr>
      <w:r w:rsidRPr="00D01F13">
        <w:rPr>
          <w:rFonts w:ascii="Arial" w:hAnsi="Arial" w:cs="Arial"/>
        </w:rPr>
        <w:t>The birds are not to be treated cruelly or with harsh conditions: please observe the</w:t>
      </w:r>
      <w:r w:rsidRPr="00D01F13">
        <w:rPr>
          <w:rFonts w:ascii="Arial" w:hAnsi="Arial" w:cs="Arial"/>
        </w:rPr>
        <w:t xml:space="preserve"> </w:t>
      </w:r>
      <w:r w:rsidRPr="00D01F13">
        <w:rPr>
          <w:rFonts w:ascii="Arial" w:hAnsi="Arial" w:cs="Arial"/>
        </w:rPr>
        <w:t xml:space="preserve">requirements of the </w:t>
      </w:r>
      <w:r w:rsidRPr="00D01F13">
        <w:rPr>
          <w:rFonts w:ascii="Arial" w:hAnsi="Arial" w:cs="Arial"/>
          <w:i/>
          <w:iCs/>
        </w:rPr>
        <w:t>Prevention of Cruelty to Animals Act 1986</w:t>
      </w:r>
      <w:r w:rsidRPr="00D01F13">
        <w:rPr>
          <w:rFonts w:ascii="Arial" w:hAnsi="Arial" w:cs="Arial"/>
        </w:rPr>
        <w:t>).</w:t>
      </w:r>
    </w:p>
    <w:p w:rsidR="000B72D1" w:rsidRPr="00D01F13" w:rsidRDefault="000B72D1" w:rsidP="004A04AE">
      <w:pPr>
        <w:autoSpaceDE w:val="0"/>
        <w:autoSpaceDN w:val="0"/>
        <w:adjustRightInd w:val="0"/>
        <w:spacing w:after="0" w:line="276" w:lineRule="auto"/>
        <w:ind w:right="-46"/>
        <w:rPr>
          <w:rFonts w:ascii="Arial" w:hAnsi="Arial" w:cs="Arial"/>
          <w:b/>
          <w:bCs/>
        </w:rPr>
      </w:pPr>
    </w:p>
    <w:p w:rsidR="000B72D1" w:rsidRPr="00D01F13" w:rsidRDefault="000B72D1" w:rsidP="004A04AE">
      <w:pPr>
        <w:autoSpaceDE w:val="0"/>
        <w:autoSpaceDN w:val="0"/>
        <w:adjustRightInd w:val="0"/>
        <w:spacing w:after="0" w:line="276" w:lineRule="auto"/>
        <w:ind w:right="-46"/>
        <w:rPr>
          <w:rFonts w:ascii="Arial" w:hAnsi="Arial" w:cs="Arial"/>
          <w:b/>
          <w:bCs/>
        </w:rPr>
      </w:pPr>
      <w:r w:rsidRPr="00D01F13">
        <w:rPr>
          <w:rFonts w:ascii="Arial" w:hAnsi="Arial" w:cs="Arial"/>
          <w:b/>
          <w:bCs/>
        </w:rPr>
        <w:t>Dealing with trapped birds</w:t>
      </w:r>
    </w:p>
    <w:p w:rsidR="000B72D1" w:rsidRPr="00D01F13" w:rsidRDefault="000B72D1" w:rsidP="004A04A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426" w:right="-46" w:hanging="284"/>
        <w:rPr>
          <w:rFonts w:ascii="Arial" w:hAnsi="Arial" w:cs="Arial"/>
          <w:b/>
          <w:bCs/>
        </w:rPr>
      </w:pPr>
      <w:r w:rsidRPr="00D01F13">
        <w:rPr>
          <w:rFonts w:ascii="Arial" w:hAnsi="Arial" w:cs="Arial"/>
        </w:rPr>
        <w:t xml:space="preserve">The method used for euthanasing birds is to be </w:t>
      </w:r>
      <w:r w:rsidRPr="00D01F13">
        <w:rPr>
          <w:rFonts w:ascii="Arial" w:hAnsi="Arial" w:cs="Arial"/>
          <w:b/>
          <w:bCs/>
        </w:rPr>
        <w:t>quick, painle</w:t>
      </w:r>
      <w:r w:rsidRPr="00D01F13">
        <w:rPr>
          <w:rFonts w:ascii="Arial" w:hAnsi="Arial" w:cs="Arial"/>
          <w:b/>
          <w:bCs/>
        </w:rPr>
        <w:t>ss, and involve minimal stress.</w:t>
      </w:r>
    </w:p>
    <w:p w:rsidR="000B72D1" w:rsidRPr="00D01F13" w:rsidRDefault="000B72D1" w:rsidP="004A04A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426" w:right="-46" w:hanging="284"/>
        <w:rPr>
          <w:rFonts w:ascii="Arial" w:hAnsi="Arial" w:cs="Arial"/>
          <w:b/>
          <w:bCs/>
        </w:rPr>
      </w:pPr>
      <w:r w:rsidRPr="00D01F13">
        <w:rPr>
          <w:rFonts w:ascii="Arial" w:hAnsi="Arial" w:cs="Arial"/>
        </w:rPr>
        <w:t xml:space="preserve">Acceptable </w:t>
      </w:r>
      <w:proofErr w:type="spellStart"/>
      <w:r w:rsidRPr="00D01F13">
        <w:rPr>
          <w:rFonts w:ascii="Arial" w:hAnsi="Arial" w:cs="Arial"/>
        </w:rPr>
        <w:t>euthanising</w:t>
      </w:r>
      <w:proofErr w:type="spellEnd"/>
      <w:r w:rsidRPr="00D01F13">
        <w:rPr>
          <w:rFonts w:ascii="Arial" w:hAnsi="Arial" w:cs="Arial"/>
        </w:rPr>
        <w:t xml:space="preserve"> methods include </w:t>
      </w:r>
      <w:r w:rsidRPr="00D01F13">
        <w:rPr>
          <w:rFonts w:ascii="Arial" w:hAnsi="Arial" w:cs="Arial"/>
        </w:rPr>
        <w:t xml:space="preserve">injection of barbiturates by a veterinarian </w:t>
      </w:r>
      <w:r w:rsidRPr="00D01F13">
        <w:rPr>
          <w:rFonts w:ascii="Arial" w:hAnsi="Arial" w:cs="Arial"/>
        </w:rPr>
        <w:t>and cervical dislocation.</w:t>
      </w:r>
    </w:p>
    <w:p w:rsidR="000B72D1" w:rsidRPr="00D01F13" w:rsidRDefault="000B72D1" w:rsidP="004A04AE">
      <w:pPr>
        <w:autoSpaceDE w:val="0"/>
        <w:autoSpaceDN w:val="0"/>
        <w:adjustRightInd w:val="0"/>
        <w:spacing w:after="0" w:line="276" w:lineRule="auto"/>
        <w:ind w:right="-46"/>
        <w:rPr>
          <w:rFonts w:ascii="Arial" w:hAnsi="Arial" w:cs="Arial"/>
        </w:rPr>
      </w:pPr>
    </w:p>
    <w:p w:rsidR="000B72D1" w:rsidRPr="00D01F13" w:rsidRDefault="000B72D1" w:rsidP="004A04AE">
      <w:pPr>
        <w:autoSpaceDE w:val="0"/>
        <w:autoSpaceDN w:val="0"/>
        <w:adjustRightInd w:val="0"/>
        <w:spacing w:after="0" w:line="276" w:lineRule="auto"/>
        <w:ind w:right="-46"/>
        <w:rPr>
          <w:rFonts w:ascii="Arial" w:hAnsi="Arial" w:cs="Arial"/>
          <w:b/>
          <w:bCs/>
        </w:rPr>
      </w:pPr>
      <w:r w:rsidRPr="00D01F13">
        <w:rPr>
          <w:rFonts w:ascii="Arial" w:hAnsi="Arial" w:cs="Arial"/>
          <w:b/>
          <w:bCs/>
        </w:rPr>
        <w:t>Disposal of dead birds</w:t>
      </w:r>
    </w:p>
    <w:p w:rsidR="000B72D1" w:rsidRPr="00D01F13" w:rsidRDefault="000B72D1" w:rsidP="004A04A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426" w:right="-46" w:hanging="284"/>
        <w:rPr>
          <w:rFonts w:ascii="Arial" w:hAnsi="Arial" w:cs="Arial"/>
        </w:rPr>
      </w:pPr>
      <w:r w:rsidRPr="00D01F13">
        <w:rPr>
          <w:rFonts w:ascii="Arial" w:hAnsi="Arial" w:cs="Arial"/>
        </w:rPr>
        <w:t>Dead birds are to be disposed of in a hygienic and environmentally sound way.</w:t>
      </w:r>
    </w:p>
    <w:p w:rsidR="000B72D1" w:rsidRPr="00D01F13" w:rsidRDefault="000B72D1" w:rsidP="004A04AE">
      <w:p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  <w:b/>
          <w:bCs/>
        </w:rPr>
      </w:pPr>
    </w:p>
    <w:p w:rsidR="000B72D1" w:rsidRPr="00D01F13" w:rsidRDefault="000B72D1" w:rsidP="004A04AE">
      <w:p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  <w:b/>
          <w:bCs/>
        </w:rPr>
      </w:pPr>
      <w:r w:rsidRPr="00D01F13">
        <w:rPr>
          <w:rFonts w:ascii="Arial" w:hAnsi="Arial" w:cs="Arial"/>
          <w:b/>
          <w:bCs/>
        </w:rPr>
        <w:t>I commit to the above protocol on animal welfare if trapping.</w:t>
      </w:r>
    </w:p>
    <w:p w:rsidR="000B72D1" w:rsidRPr="00D01F13" w:rsidRDefault="000B72D1" w:rsidP="004A04AE">
      <w:p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</w:rPr>
      </w:pPr>
    </w:p>
    <w:p w:rsidR="000B72D1" w:rsidRPr="00D01F13" w:rsidRDefault="000B72D1" w:rsidP="004A04AE">
      <w:p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</w:rPr>
      </w:pPr>
      <w:r w:rsidRPr="00D01F13">
        <w:rPr>
          <w:rFonts w:ascii="Arial" w:hAnsi="Arial" w:cs="Arial"/>
        </w:rPr>
        <w:t xml:space="preserve">Signed: </w:t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="004A04AE"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</w:rPr>
        <w:t xml:space="preserve">Date: </w:t>
      </w:r>
      <w:r w:rsidR="004A04AE" w:rsidRPr="00D01F13">
        <w:rPr>
          <w:rFonts w:ascii="Arial" w:hAnsi="Arial" w:cs="Arial"/>
          <w:u w:val="single"/>
        </w:rPr>
        <w:tab/>
      </w:r>
      <w:r w:rsidR="004A04AE" w:rsidRPr="00D01F13">
        <w:rPr>
          <w:rFonts w:ascii="Arial" w:hAnsi="Arial" w:cs="Arial"/>
          <w:u w:val="single"/>
        </w:rPr>
        <w:tab/>
      </w:r>
      <w:r w:rsidR="004A04AE" w:rsidRPr="00D01F13">
        <w:rPr>
          <w:rFonts w:ascii="Arial" w:hAnsi="Arial" w:cs="Arial"/>
          <w:u w:val="single"/>
        </w:rPr>
        <w:tab/>
      </w:r>
    </w:p>
    <w:p w:rsidR="000B72D1" w:rsidRPr="00D01F13" w:rsidRDefault="000B72D1" w:rsidP="004A04AE">
      <w:p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</w:rPr>
      </w:pPr>
    </w:p>
    <w:p w:rsidR="000B72D1" w:rsidRPr="00D01F13" w:rsidRDefault="000B72D1" w:rsidP="004A04AE">
      <w:p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</w:rPr>
      </w:pPr>
      <w:r w:rsidRPr="00D01F13">
        <w:rPr>
          <w:rFonts w:ascii="Arial" w:hAnsi="Arial" w:cs="Arial"/>
        </w:rPr>
        <w:t xml:space="preserve">Print name: </w:t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="00AD2266" w:rsidRPr="00D01F13">
        <w:rPr>
          <w:rFonts w:ascii="Arial" w:hAnsi="Arial" w:cs="Arial"/>
          <w:u w:val="single"/>
        </w:rPr>
        <w:tab/>
      </w:r>
      <w:r w:rsidR="00AD2266" w:rsidRPr="00D01F13">
        <w:rPr>
          <w:rFonts w:ascii="Arial" w:hAnsi="Arial" w:cs="Arial"/>
          <w:u w:val="single"/>
        </w:rPr>
        <w:tab/>
      </w:r>
      <w:r w:rsidR="00AD2266" w:rsidRPr="00D01F13">
        <w:rPr>
          <w:rFonts w:ascii="Arial" w:hAnsi="Arial" w:cs="Arial"/>
          <w:u w:val="single"/>
        </w:rPr>
        <w:tab/>
      </w:r>
      <w:r w:rsidR="00AD2266" w:rsidRPr="00D01F13">
        <w:rPr>
          <w:rFonts w:ascii="Arial" w:hAnsi="Arial" w:cs="Arial"/>
          <w:u w:val="single"/>
        </w:rPr>
        <w:tab/>
      </w:r>
    </w:p>
    <w:p w:rsidR="000B72D1" w:rsidRPr="00D01F13" w:rsidRDefault="000B72D1" w:rsidP="004A04AE">
      <w:p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</w:rPr>
      </w:pPr>
    </w:p>
    <w:p w:rsidR="00AD2266" w:rsidRPr="00D01F13" w:rsidRDefault="000B72D1" w:rsidP="004A04AE">
      <w:p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  <w:u w:val="single"/>
        </w:rPr>
      </w:pPr>
      <w:r w:rsidRPr="00D01F13">
        <w:rPr>
          <w:rFonts w:ascii="Arial" w:hAnsi="Arial" w:cs="Arial"/>
        </w:rPr>
        <w:t xml:space="preserve">Address: </w:t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="00AD2266" w:rsidRPr="00D01F13">
        <w:rPr>
          <w:rFonts w:ascii="Arial" w:hAnsi="Arial" w:cs="Arial"/>
          <w:u w:val="single"/>
        </w:rPr>
        <w:tab/>
      </w:r>
      <w:r w:rsidR="00AD2266" w:rsidRPr="00D01F13">
        <w:rPr>
          <w:rFonts w:ascii="Arial" w:hAnsi="Arial" w:cs="Arial"/>
          <w:u w:val="single"/>
        </w:rPr>
        <w:tab/>
      </w:r>
      <w:r w:rsidR="00AD2266" w:rsidRPr="00D01F13">
        <w:rPr>
          <w:rFonts w:ascii="Arial" w:hAnsi="Arial" w:cs="Arial"/>
          <w:u w:val="single"/>
        </w:rPr>
        <w:tab/>
      </w:r>
      <w:r w:rsidR="00AD2266" w:rsidRPr="00D01F13">
        <w:rPr>
          <w:rFonts w:ascii="Arial" w:hAnsi="Arial" w:cs="Arial"/>
          <w:u w:val="single"/>
        </w:rPr>
        <w:tab/>
      </w:r>
      <w:r w:rsidR="00AD2266" w:rsidRPr="00D01F13">
        <w:rPr>
          <w:rFonts w:ascii="Arial" w:hAnsi="Arial" w:cs="Arial"/>
          <w:u w:val="single"/>
        </w:rPr>
        <w:tab/>
      </w:r>
    </w:p>
    <w:p w:rsidR="00AD2266" w:rsidRPr="00D01F13" w:rsidRDefault="00AD2266" w:rsidP="004A04AE">
      <w:p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  <w:u w:val="single"/>
        </w:rPr>
      </w:pPr>
    </w:p>
    <w:p w:rsidR="00EA4426" w:rsidRPr="00D01F13" w:rsidRDefault="00AD2266" w:rsidP="004A04AE">
      <w:p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</w:rPr>
      </w:pPr>
      <w:r w:rsidRPr="00D01F13">
        <w:rPr>
          <w:rFonts w:ascii="Arial" w:hAnsi="Arial" w:cs="Arial"/>
        </w:rPr>
        <w:t>Suburb:</w:t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="004A04AE"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</w:rPr>
        <w:t xml:space="preserve"> </w:t>
      </w:r>
      <w:proofErr w:type="spellStart"/>
      <w:r w:rsidR="000B72D1" w:rsidRPr="00D01F13">
        <w:rPr>
          <w:rFonts w:ascii="Arial" w:hAnsi="Arial" w:cs="Arial"/>
        </w:rPr>
        <w:t>PCode</w:t>
      </w:r>
      <w:proofErr w:type="spellEnd"/>
      <w:r w:rsidR="000B72D1" w:rsidRPr="00D01F13">
        <w:rPr>
          <w:rFonts w:ascii="Arial" w:hAnsi="Arial" w:cs="Arial"/>
        </w:rPr>
        <w:t>:</w:t>
      </w:r>
      <w:r w:rsidRPr="00D01F13">
        <w:rPr>
          <w:rFonts w:ascii="Arial" w:hAnsi="Arial" w:cs="Arial"/>
          <w:u w:val="single"/>
        </w:rPr>
        <w:tab/>
      </w:r>
      <w:r w:rsidR="004A04AE" w:rsidRPr="00D01F13">
        <w:rPr>
          <w:rFonts w:ascii="Arial" w:hAnsi="Arial" w:cs="Arial"/>
          <w:u w:val="single"/>
        </w:rPr>
        <w:tab/>
      </w:r>
      <w:r w:rsidR="004A04AE" w:rsidRPr="00D01F13">
        <w:rPr>
          <w:rFonts w:ascii="Arial" w:hAnsi="Arial" w:cs="Arial"/>
          <w:u w:val="single"/>
        </w:rPr>
        <w:tab/>
      </w:r>
    </w:p>
    <w:p w:rsidR="00AD2266" w:rsidRPr="00D01F13" w:rsidRDefault="00AD2266" w:rsidP="004A04AE">
      <w:p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</w:rPr>
      </w:pPr>
    </w:p>
    <w:p w:rsidR="00AD2266" w:rsidRPr="00D01F13" w:rsidRDefault="00AD2266" w:rsidP="004A04AE">
      <w:p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  <w:u w:val="single"/>
        </w:rPr>
      </w:pPr>
      <w:r w:rsidRPr="00D01F13">
        <w:rPr>
          <w:rFonts w:ascii="Arial" w:hAnsi="Arial" w:cs="Arial"/>
        </w:rPr>
        <w:t>Email:</w:t>
      </w:r>
      <w:r w:rsidRPr="00D01F13">
        <w:rPr>
          <w:rFonts w:ascii="Arial" w:hAnsi="Arial" w:cs="Arial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</w:p>
    <w:p w:rsidR="00AD2266" w:rsidRPr="00D01F13" w:rsidRDefault="00AD2266" w:rsidP="004A04AE">
      <w:p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  <w:u w:val="single"/>
        </w:rPr>
      </w:pPr>
    </w:p>
    <w:p w:rsidR="00AD2266" w:rsidRPr="00D01F13" w:rsidRDefault="00AD2266" w:rsidP="004A04AE">
      <w:pPr>
        <w:autoSpaceDE w:val="0"/>
        <w:autoSpaceDN w:val="0"/>
        <w:adjustRightInd w:val="0"/>
        <w:spacing w:after="0" w:line="240" w:lineRule="auto"/>
        <w:ind w:right="-46"/>
        <w:rPr>
          <w:rFonts w:ascii="Arial" w:hAnsi="Arial" w:cs="Arial"/>
        </w:rPr>
      </w:pPr>
      <w:r w:rsidRPr="00D01F13">
        <w:rPr>
          <w:rFonts w:ascii="Arial" w:hAnsi="Arial" w:cs="Arial"/>
        </w:rPr>
        <w:t>Phone</w:t>
      </w:r>
      <w:r w:rsidRPr="00D01F13">
        <w:rPr>
          <w:rFonts w:ascii="Arial" w:hAnsi="Arial" w:cs="Arial"/>
          <w:u w:val="single"/>
        </w:rPr>
        <w:t xml:space="preserve">: </w:t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  <w:r w:rsidRPr="00D01F13">
        <w:rPr>
          <w:rFonts w:ascii="Arial" w:hAnsi="Arial" w:cs="Arial"/>
          <w:u w:val="single"/>
        </w:rPr>
        <w:tab/>
      </w:r>
    </w:p>
    <w:sectPr w:rsidR="00AD2266" w:rsidRPr="00D01F13" w:rsidSect="00D01F13">
      <w:headerReference w:type="default" r:id="rId7"/>
      <w:pgSz w:w="11906" w:h="16838"/>
      <w:pgMar w:top="1440" w:right="1440" w:bottom="426" w:left="144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471" w:rsidRDefault="00C03471" w:rsidP="001C321A">
      <w:pPr>
        <w:spacing w:after="0" w:line="240" w:lineRule="auto"/>
      </w:pPr>
      <w:r>
        <w:separator/>
      </w:r>
    </w:p>
  </w:endnote>
  <w:endnote w:type="continuationSeparator" w:id="0">
    <w:p w:rsidR="00C03471" w:rsidRDefault="00C03471" w:rsidP="001C3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471" w:rsidRDefault="00C03471" w:rsidP="001C321A">
      <w:pPr>
        <w:spacing w:after="0" w:line="240" w:lineRule="auto"/>
      </w:pPr>
      <w:r>
        <w:separator/>
      </w:r>
    </w:p>
  </w:footnote>
  <w:footnote w:type="continuationSeparator" w:id="0">
    <w:p w:rsidR="00C03471" w:rsidRDefault="00C03471" w:rsidP="001C3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21A" w:rsidRDefault="001C321A" w:rsidP="004A04AE">
    <w:pPr>
      <w:pStyle w:val="Header"/>
      <w:ind w:left="-993"/>
      <w:jc w:val="center"/>
    </w:pPr>
    <w:r>
      <w:rPr>
        <w:noProof/>
        <w:lang w:eastAsia="en-AU"/>
      </w:rPr>
      <w:drawing>
        <wp:inline distT="0" distB="0" distL="0" distR="0">
          <wp:extent cx="6921559" cy="2030345"/>
          <wp:effectExtent l="0" t="0" r="0" b="8255"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sletter heade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55" t="8248" r="3860" b="5124"/>
                  <a:stretch/>
                </pic:blipFill>
                <pic:spPr bwMode="auto">
                  <a:xfrm>
                    <a:off x="0" y="0"/>
                    <a:ext cx="7002660" cy="20541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E6103"/>
    <w:multiLevelType w:val="hybridMultilevel"/>
    <w:tmpl w:val="E42AC25A"/>
    <w:lvl w:ilvl="0" w:tplc="1FBCB926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16435"/>
    <w:multiLevelType w:val="hybridMultilevel"/>
    <w:tmpl w:val="311210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87F43"/>
    <w:multiLevelType w:val="hybridMultilevel"/>
    <w:tmpl w:val="201C225C"/>
    <w:lvl w:ilvl="0" w:tplc="1FBCB926">
      <w:numFmt w:val="bullet"/>
      <w:lvlText w:val="•"/>
      <w:lvlJc w:val="left"/>
      <w:pPr>
        <w:ind w:left="873" w:hanging="72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3" w15:restartNumberingAfterBreak="0">
    <w:nsid w:val="207B477C"/>
    <w:multiLevelType w:val="hybridMultilevel"/>
    <w:tmpl w:val="320C6302"/>
    <w:lvl w:ilvl="0" w:tplc="1FBCB926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74A8D"/>
    <w:multiLevelType w:val="hybridMultilevel"/>
    <w:tmpl w:val="77D8FCAC"/>
    <w:lvl w:ilvl="0" w:tplc="1FBCB926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EC238D"/>
    <w:multiLevelType w:val="hybridMultilevel"/>
    <w:tmpl w:val="218670EE"/>
    <w:lvl w:ilvl="0" w:tplc="1FBCB926">
      <w:numFmt w:val="bullet"/>
      <w:lvlText w:val="•"/>
      <w:lvlJc w:val="left"/>
      <w:pPr>
        <w:ind w:left="360" w:hanging="72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650B11C8"/>
    <w:multiLevelType w:val="hybridMultilevel"/>
    <w:tmpl w:val="B0B0D79E"/>
    <w:lvl w:ilvl="0" w:tplc="1FBCB926">
      <w:numFmt w:val="bullet"/>
      <w:lvlText w:val="•"/>
      <w:lvlJc w:val="left"/>
      <w:pPr>
        <w:ind w:left="731" w:hanging="72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7" w15:restartNumberingAfterBreak="0">
    <w:nsid w:val="6D4C4655"/>
    <w:multiLevelType w:val="hybridMultilevel"/>
    <w:tmpl w:val="E640EC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5952EA"/>
    <w:multiLevelType w:val="hybridMultilevel"/>
    <w:tmpl w:val="5002B8D4"/>
    <w:lvl w:ilvl="0" w:tplc="1FBCB926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401B33"/>
    <w:multiLevelType w:val="hybridMultilevel"/>
    <w:tmpl w:val="6838AD6E"/>
    <w:lvl w:ilvl="0" w:tplc="1FBCB926">
      <w:numFmt w:val="bullet"/>
      <w:lvlText w:val="•"/>
      <w:lvlJc w:val="left"/>
      <w:pPr>
        <w:ind w:left="2476" w:hanging="72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283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5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7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99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1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3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5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7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8EC"/>
    <w:rsid w:val="000B72D1"/>
    <w:rsid w:val="001C321A"/>
    <w:rsid w:val="002371E4"/>
    <w:rsid w:val="002C7ACC"/>
    <w:rsid w:val="00340EC8"/>
    <w:rsid w:val="00366FDD"/>
    <w:rsid w:val="004A04AE"/>
    <w:rsid w:val="00753BC7"/>
    <w:rsid w:val="0078446A"/>
    <w:rsid w:val="00785228"/>
    <w:rsid w:val="00876ED9"/>
    <w:rsid w:val="00941575"/>
    <w:rsid w:val="00963EF2"/>
    <w:rsid w:val="00997BD0"/>
    <w:rsid w:val="00A66518"/>
    <w:rsid w:val="00A70A72"/>
    <w:rsid w:val="00A8204B"/>
    <w:rsid w:val="00A9266F"/>
    <w:rsid w:val="00AD2266"/>
    <w:rsid w:val="00B050ED"/>
    <w:rsid w:val="00B936CE"/>
    <w:rsid w:val="00C03471"/>
    <w:rsid w:val="00D01F13"/>
    <w:rsid w:val="00D25281"/>
    <w:rsid w:val="00D805F4"/>
    <w:rsid w:val="00DB08EC"/>
    <w:rsid w:val="00EA4426"/>
    <w:rsid w:val="00FE7BFF"/>
    <w:rsid w:val="00FF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20E734-FAB1-4DC1-AB6A-3FA65141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2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21A"/>
  </w:style>
  <w:style w:type="paragraph" w:styleId="Footer">
    <w:name w:val="footer"/>
    <w:basedOn w:val="Normal"/>
    <w:link w:val="FooterChar"/>
    <w:uiPriority w:val="99"/>
    <w:unhideWhenUsed/>
    <w:rsid w:val="001C32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21A"/>
  </w:style>
  <w:style w:type="paragraph" w:styleId="ListParagraph">
    <w:name w:val="List Paragraph"/>
    <w:basedOn w:val="Normal"/>
    <w:uiPriority w:val="34"/>
    <w:qFormat/>
    <w:rsid w:val="001C321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63EF2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D252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rinne's%20Documents\YIMAG\YIMAG%20Membership%20Application%20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YIMAG Membership Application Form</Template>
  <TotalTime>24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McKay</dc:creator>
  <cp:keywords/>
  <dc:description/>
  <cp:lastModifiedBy>Andrew McKay</cp:lastModifiedBy>
  <cp:revision>5</cp:revision>
  <dcterms:created xsi:type="dcterms:W3CDTF">2015-08-20T09:24:00Z</dcterms:created>
  <dcterms:modified xsi:type="dcterms:W3CDTF">2015-08-20T09:48:00Z</dcterms:modified>
</cp:coreProperties>
</file>